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498" w:type="dxa"/>
        <w:tblLook w:val="0000" w:firstRow="0" w:lastRow="0" w:firstColumn="0" w:lastColumn="0" w:noHBand="0" w:noVBand="0"/>
      </w:tblPr>
      <w:tblGrid>
        <w:gridCol w:w="9498"/>
      </w:tblGrid>
      <w:tr w:rsidR="00053BD0" w:rsidRPr="00987DB5" w14:paraId="4C6E65F9" w14:textId="77777777" w:rsidTr="00987DB5">
        <w:tc>
          <w:tcPr>
            <w:tcW w:w="9498" w:type="dxa"/>
          </w:tcPr>
          <w:p w14:paraId="4C6E65F4" w14:textId="77777777" w:rsidR="00053BD0" w:rsidRPr="00053BD0" w:rsidRDefault="00C02849" w:rsidP="00053BD0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7DB5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4C6E6610" wp14:editId="4C6E6611">
                  <wp:extent cx="514350" cy="6477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C6E65F5" w14:textId="77777777" w:rsidR="005C4176" w:rsidRPr="00053BD0" w:rsidRDefault="005C4176" w:rsidP="005C4176">
            <w:pPr>
              <w:spacing w:before="180"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МЭР</w:t>
            </w: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 МУНИЦИПАЛЬНОГО ОБРАЗОВАНИЯ </w:t>
            </w:r>
          </w:p>
          <w:p w14:paraId="4C6E65F6" w14:textId="77777777" w:rsidR="005C4176" w:rsidRDefault="005C4176" w:rsidP="005C41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НОГЛИКСКИЙ</w:t>
            </w:r>
            <w:r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 МУНИЦИПАЛЬНЫЙ ОКРУГ</w:t>
            </w:r>
          </w:p>
          <w:p w14:paraId="4C6E65F7" w14:textId="77777777" w:rsidR="00053BD0" w:rsidRPr="00053BD0" w:rsidRDefault="005C4176" w:rsidP="005C4176">
            <w:pPr>
              <w:spacing w:after="0" w:line="240" w:lineRule="auto"/>
              <w:ind w:left="-567" w:right="-249" w:firstLine="567"/>
              <w:jc w:val="center"/>
              <w:rPr>
                <w:rFonts w:ascii="Times New Roman" w:eastAsia="Times New Roman" w:hAnsi="Times New Roman"/>
                <w:b/>
                <w:sz w:val="34"/>
                <w:szCs w:val="3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САХАЛИНСКОЙ ОБЛАСТИ</w:t>
            </w:r>
          </w:p>
          <w:p w14:paraId="4C6E65F8" w14:textId="77777777" w:rsidR="00053BD0" w:rsidRPr="00053BD0" w:rsidRDefault="00553D1E" w:rsidP="00053BD0">
            <w:pPr>
              <w:keepNext/>
              <w:spacing w:before="180" w:after="0" w:line="240" w:lineRule="auto"/>
              <w:ind w:left="-567" w:firstLine="567"/>
              <w:jc w:val="center"/>
              <w:outlineLvl w:val="0"/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</w:pPr>
            <w:r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  <w:t>Р А С П О Р Я Ж Е Н И Е</w:t>
            </w:r>
          </w:p>
        </w:tc>
      </w:tr>
    </w:tbl>
    <w:p w14:paraId="4C6E65FA" w14:textId="60148FBD" w:rsidR="001B1698" w:rsidRPr="004C60AF" w:rsidRDefault="001B1698" w:rsidP="001B1698">
      <w:pPr>
        <w:tabs>
          <w:tab w:val="left" w:pos="2127"/>
        </w:tabs>
        <w:spacing w:before="480" w:after="48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0" w:name="_GoBack"/>
      <w:r w:rsidRPr="004C60AF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sdt>
        <w:sdtPr>
          <w:rPr>
            <w:rFonts w:ascii="Times New Roman" w:hAnsi="Times New Roman"/>
            <w:sz w:val="28"/>
            <w:szCs w:val="28"/>
          </w:rPr>
          <w:alias w:val="{RegDate}"/>
          <w:tag w:val="{RegDate}"/>
          <w:id w:val="849304441"/>
          <w:placeholder>
            <w:docPart w:val="B659D5B21F1F4DA7BB5BD3E5EA85C55E"/>
          </w:placeholder>
        </w:sdtPr>
        <w:sdtEndPr/>
        <w:sdtContent>
          <w:r w:rsidR="004C60AF" w:rsidRPr="004C60AF">
            <w:rPr>
              <w:rFonts w:ascii="Times New Roman" w:hAnsi="Times New Roman"/>
              <w:sz w:val="28"/>
              <w:szCs w:val="28"/>
            </w:rPr>
            <w:t>14 апреля 2025 года</w:t>
          </w:r>
        </w:sdtContent>
      </w:sdt>
      <w:r w:rsidRPr="004C60AF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sdt>
        <w:sdtPr>
          <w:rPr>
            <w:rFonts w:ascii="Times New Roman" w:hAnsi="Times New Roman"/>
            <w:sz w:val="28"/>
            <w:szCs w:val="28"/>
            <w:lang w:val="en-US"/>
          </w:rPr>
          <w:alias w:val="{RegNumber}"/>
          <w:tag w:val="{RegNumber}"/>
          <w:id w:val="1461379670"/>
          <w:placeholder>
            <w:docPart w:val="036C06EB6FD148B69DACF958629BFB1E"/>
          </w:placeholder>
        </w:sdtPr>
        <w:sdtEndPr/>
        <w:sdtContent>
          <w:r w:rsidR="004C60AF" w:rsidRPr="004C60AF">
            <w:rPr>
              <w:rFonts w:ascii="Times New Roman" w:hAnsi="Times New Roman"/>
              <w:sz w:val="28"/>
              <w:szCs w:val="28"/>
            </w:rPr>
            <w:t>27-р</w:t>
          </w:r>
        </w:sdtContent>
      </w:sdt>
    </w:p>
    <w:bookmarkEnd w:id="0"/>
    <w:p w14:paraId="4C6E65FB" w14:textId="77777777" w:rsidR="001B1698" w:rsidRPr="00053BD0" w:rsidRDefault="001B1698" w:rsidP="001B1698">
      <w:pPr>
        <w:tabs>
          <w:tab w:val="left" w:pos="2835"/>
        </w:tabs>
        <w:spacing w:before="480" w:after="60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пгт. Ноглики</w:t>
      </w:r>
    </w:p>
    <w:p w14:paraId="1B3A8435" w14:textId="77777777" w:rsidR="00D674C7" w:rsidRDefault="002B77B3" w:rsidP="00D674C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674C7">
        <w:rPr>
          <w:rFonts w:ascii="Times New Roman" w:hAnsi="Times New Roman"/>
          <w:b/>
          <w:sz w:val="28"/>
          <w:szCs w:val="28"/>
        </w:rPr>
        <w:t xml:space="preserve">Об утверждении </w:t>
      </w:r>
      <w:r w:rsidR="00D674C7">
        <w:rPr>
          <w:rFonts w:ascii="Times New Roman" w:hAnsi="Times New Roman"/>
          <w:b/>
          <w:sz w:val="28"/>
          <w:szCs w:val="28"/>
        </w:rPr>
        <w:t>перечня муниципальных программ</w:t>
      </w:r>
    </w:p>
    <w:p w14:paraId="327B2527" w14:textId="77777777" w:rsidR="00D674C7" w:rsidRDefault="002B77B3" w:rsidP="00D674C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674C7">
        <w:rPr>
          <w:rFonts w:ascii="Times New Roman" w:hAnsi="Times New Roman"/>
          <w:b/>
          <w:sz w:val="28"/>
          <w:szCs w:val="28"/>
        </w:rPr>
        <w:t>муниципального образования</w:t>
      </w:r>
      <w:r w:rsidR="00D674C7">
        <w:rPr>
          <w:rFonts w:ascii="Times New Roman" w:hAnsi="Times New Roman"/>
          <w:b/>
          <w:sz w:val="28"/>
          <w:szCs w:val="28"/>
        </w:rPr>
        <w:t xml:space="preserve"> Ногликский муниципальный округ</w:t>
      </w:r>
    </w:p>
    <w:p w14:paraId="4C6E65FC" w14:textId="482A8C32" w:rsidR="001B1698" w:rsidRDefault="002B77B3" w:rsidP="00D674C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674C7">
        <w:rPr>
          <w:rFonts w:ascii="Times New Roman" w:hAnsi="Times New Roman"/>
          <w:b/>
          <w:sz w:val="28"/>
          <w:szCs w:val="28"/>
        </w:rPr>
        <w:t xml:space="preserve">Сахалинской области на </w:t>
      </w:r>
      <w:r w:rsidR="00F14B9D" w:rsidRPr="00D674C7">
        <w:rPr>
          <w:rFonts w:ascii="Times New Roman" w:hAnsi="Times New Roman"/>
          <w:b/>
          <w:sz w:val="28"/>
          <w:szCs w:val="28"/>
        </w:rPr>
        <w:t xml:space="preserve">период </w:t>
      </w:r>
      <w:r w:rsidR="00D674C7">
        <w:rPr>
          <w:rFonts w:ascii="Times New Roman" w:hAnsi="Times New Roman"/>
          <w:b/>
          <w:sz w:val="28"/>
          <w:szCs w:val="28"/>
        </w:rPr>
        <w:t>2026-</w:t>
      </w:r>
      <w:r w:rsidRPr="00D674C7">
        <w:rPr>
          <w:rFonts w:ascii="Times New Roman" w:hAnsi="Times New Roman"/>
          <w:b/>
          <w:sz w:val="28"/>
          <w:szCs w:val="28"/>
        </w:rPr>
        <w:t>2031 годы</w:t>
      </w:r>
    </w:p>
    <w:p w14:paraId="6F2996C0" w14:textId="77777777" w:rsidR="00D674C7" w:rsidRPr="00D674C7" w:rsidRDefault="00D674C7" w:rsidP="00D674C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0313DF22" w14:textId="2FF63222" w:rsidR="0052443B" w:rsidRPr="006C687C" w:rsidRDefault="004F471E" w:rsidP="00D674C7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</w:t>
      </w:r>
      <w:r w:rsidR="00F14B9D">
        <w:rPr>
          <w:rFonts w:ascii="Times New Roman" w:hAnsi="Times New Roman"/>
          <w:sz w:val="28"/>
          <w:szCs w:val="28"/>
        </w:rPr>
        <w:t xml:space="preserve"> с пунктом 2.1</w:t>
      </w:r>
      <w:r w:rsidR="0052443B">
        <w:rPr>
          <w:rFonts w:ascii="Times New Roman" w:hAnsi="Times New Roman"/>
          <w:sz w:val="28"/>
          <w:szCs w:val="28"/>
        </w:rPr>
        <w:t xml:space="preserve"> раздела 2 Порядка разработки, реализации и мониторинга муниципальных программ </w:t>
      </w:r>
      <w:r w:rsidR="0052443B" w:rsidRPr="00233736">
        <w:rPr>
          <w:rFonts w:ascii="Times New Roman" w:hAnsi="Times New Roman"/>
          <w:sz w:val="28"/>
          <w:szCs w:val="28"/>
        </w:rPr>
        <w:t>муниципального образования Ногликский</w:t>
      </w:r>
      <w:r w:rsidR="0052443B">
        <w:rPr>
          <w:rFonts w:ascii="Times New Roman" w:hAnsi="Times New Roman"/>
          <w:sz w:val="28"/>
          <w:szCs w:val="28"/>
        </w:rPr>
        <w:t xml:space="preserve"> муниципальный округ Сахалинской области, утвержденного постановлением администрации муниципального образования </w:t>
      </w:r>
      <w:r w:rsidR="0052443B" w:rsidRPr="00233736">
        <w:rPr>
          <w:rFonts w:ascii="Times New Roman" w:hAnsi="Times New Roman"/>
          <w:sz w:val="28"/>
          <w:szCs w:val="28"/>
        </w:rPr>
        <w:t>Ногликский</w:t>
      </w:r>
      <w:r w:rsidR="0052443B">
        <w:rPr>
          <w:rFonts w:ascii="Times New Roman" w:hAnsi="Times New Roman"/>
          <w:sz w:val="28"/>
          <w:szCs w:val="28"/>
        </w:rPr>
        <w:t xml:space="preserve"> муниципальный округ Сахалинской области от 05</w:t>
      </w:r>
      <w:r w:rsidR="00D674C7">
        <w:rPr>
          <w:rFonts w:ascii="Times New Roman" w:hAnsi="Times New Roman"/>
          <w:sz w:val="28"/>
          <w:szCs w:val="28"/>
        </w:rPr>
        <w:t xml:space="preserve"> февраля </w:t>
      </w:r>
      <w:r w:rsidR="0052443B">
        <w:rPr>
          <w:rFonts w:ascii="Times New Roman" w:hAnsi="Times New Roman"/>
          <w:sz w:val="28"/>
          <w:szCs w:val="28"/>
        </w:rPr>
        <w:t xml:space="preserve">2025 </w:t>
      </w:r>
      <w:r w:rsidR="00D674C7">
        <w:rPr>
          <w:rFonts w:ascii="Times New Roman" w:hAnsi="Times New Roman"/>
          <w:sz w:val="28"/>
          <w:szCs w:val="28"/>
        </w:rPr>
        <w:t xml:space="preserve">года </w:t>
      </w:r>
      <w:r w:rsidR="0052443B">
        <w:rPr>
          <w:rFonts w:ascii="Times New Roman" w:hAnsi="Times New Roman"/>
          <w:sz w:val="28"/>
          <w:szCs w:val="28"/>
        </w:rPr>
        <w:t>№ 39</w:t>
      </w:r>
      <w:r w:rsidR="006C687C">
        <w:rPr>
          <w:rFonts w:ascii="Times New Roman" w:hAnsi="Times New Roman"/>
          <w:sz w:val="28"/>
          <w:szCs w:val="28"/>
        </w:rPr>
        <w:t xml:space="preserve"> </w:t>
      </w:r>
      <w:r w:rsidR="00D674C7">
        <w:rPr>
          <w:rFonts w:ascii="Times New Roman" w:hAnsi="Times New Roman"/>
          <w:sz w:val="28"/>
          <w:szCs w:val="28"/>
        </w:rPr>
        <w:br/>
      </w:r>
      <w:r w:rsidR="006C687C" w:rsidRPr="006C687C">
        <w:rPr>
          <w:rFonts w:ascii="Times New Roman" w:hAnsi="Times New Roman"/>
          <w:sz w:val="28"/>
          <w:szCs w:val="28"/>
        </w:rPr>
        <w:t>«Об утверждении Порядка разработки, реализации и мониторинга муниципальных программ муниципального образования Ногликский муниципальный округ Сахалинской области»</w:t>
      </w:r>
      <w:r w:rsidR="0052443B">
        <w:rPr>
          <w:rFonts w:ascii="Times New Roman" w:hAnsi="Times New Roman"/>
          <w:sz w:val="28"/>
          <w:szCs w:val="28"/>
        </w:rPr>
        <w:t xml:space="preserve">, руководствуясь статьей 28 Устава </w:t>
      </w:r>
      <w:r w:rsidR="0052443B" w:rsidRPr="00233736">
        <w:rPr>
          <w:rFonts w:ascii="Times New Roman" w:hAnsi="Times New Roman"/>
          <w:sz w:val="28"/>
          <w:szCs w:val="28"/>
        </w:rPr>
        <w:t>муниципального образования Ногликский</w:t>
      </w:r>
      <w:r w:rsidR="0052443B">
        <w:rPr>
          <w:rFonts w:ascii="Times New Roman" w:hAnsi="Times New Roman"/>
          <w:sz w:val="28"/>
          <w:szCs w:val="28"/>
        </w:rPr>
        <w:t xml:space="preserve"> муниципальный округ Сахалинской области:</w:t>
      </w:r>
    </w:p>
    <w:p w14:paraId="2C63BC8C" w14:textId="686EF5F5" w:rsidR="0052443B" w:rsidRDefault="0052443B" w:rsidP="00D674C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Утвердить перечень муниципальных программ </w:t>
      </w:r>
      <w:r w:rsidRPr="00233736">
        <w:rPr>
          <w:rFonts w:ascii="Times New Roman" w:hAnsi="Times New Roman"/>
          <w:sz w:val="28"/>
          <w:szCs w:val="28"/>
        </w:rPr>
        <w:t>муниципального образования Ногликский</w:t>
      </w:r>
      <w:r>
        <w:rPr>
          <w:rFonts w:ascii="Times New Roman" w:hAnsi="Times New Roman"/>
          <w:sz w:val="28"/>
          <w:szCs w:val="28"/>
        </w:rPr>
        <w:t xml:space="preserve"> муниципальный округ Сахалинской области </w:t>
      </w:r>
      <w:r w:rsidR="00D674C7">
        <w:rPr>
          <w:rFonts w:ascii="Times New Roman" w:hAnsi="Times New Roman"/>
          <w:sz w:val="28"/>
          <w:szCs w:val="28"/>
        </w:rPr>
        <w:br/>
        <w:t>на период 2026-</w:t>
      </w:r>
      <w:r>
        <w:rPr>
          <w:rFonts w:ascii="Times New Roman" w:hAnsi="Times New Roman"/>
          <w:sz w:val="28"/>
          <w:szCs w:val="28"/>
        </w:rPr>
        <w:t>2031 годы.</w:t>
      </w:r>
    </w:p>
    <w:p w14:paraId="09450C40" w14:textId="42BE0E6B" w:rsidR="0052443B" w:rsidRDefault="0052443B" w:rsidP="00D674C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700B8">
        <w:rPr>
          <w:rFonts w:ascii="Times New Roman" w:hAnsi="Times New Roman"/>
          <w:sz w:val="28"/>
          <w:szCs w:val="28"/>
        </w:rPr>
        <w:t xml:space="preserve">2. Признать утратившим силу распоряжение </w:t>
      </w:r>
      <w:r w:rsidR="004F471E">
        <w:rPr>
          <w:rFonts w:ascii="Times New Roman" w:hAnsi="Times New Roman"/>
          <w:sz w:val="28"/>
          <w:szCs w:val="28"/>
        </w:rPr>
        <w:t>мэра муниципального</w:t>
      </w:r>
      <w:r w:rsidRPr="00233736">
        <w:rPr>
          <w:rFonts w:ascii="Times New Roman" w:hAnsi="Times New Roman"/>
          <w:sz w:val="28"/>
          <w:szCs w:val="28"/>
        </w:rPr>
        <w:t xml:space="preserve"> образования Ногликский</w:t>
      </w:r>
      <w:r>
        <w:rPr>
          <w:rFonts w:ascii="Times New Roman" w:hAnsi="Times New Roman"/>
          <w:sz w:val="28"/>
          <w:szCs w:val="28"/>
        </w:rPr>
        <w:t xml:space="preserve"> муниципальный округ Сахалинской области</w:t>
      </w:r>
      <w:r w:rsidRPr="005700B8">
        <w:rPr>
          <w:rFonts w:ascii="Times New Roman" w:hAnsi="Times New Roman"/>
          <w:sz w:val="28"/>
          <w:szCs w:val="28"/>
        </w:rPr>
        <w:t xml:space="preserve"> от </w:t>
      </w:r>
      <w:r>
        <w:rPr>
          <w:rFonts w:ascii="Times New Roman" w:hAnsi="Times New Roman"/>
          <w:sz w:val="28"/>
          <w:szCs w:val="28"/>
        </w:rPr>
        <w:t>09</w:t>
      </w:r>
      <w:r w:rsidR="00D674C7">
        <w:rPr>
          <w:rFonts w:ascii="Times New Roman" w:hAnsi="Times New Roman"/>
          <w:sz w:val="28"/>
          <w:szCs w:val="28"/>
        </w:rPr>
        <w:t xml:space="preserve"> июля </w:t>
      </w:r>
      <w:r>
        <w:rPr>
          <w:rFonts w:ascii="Times New Roman" w:hAnsi="Times New Roman"/>
          <w:sz w:val="28"/>
          <w:szCs w:val="28"/>
        </w:rPr>
        <w:t xml:space="preserve">2024 </w:t>
      </w:r>
      <w:r w:rsidR="00D674C7">
        <w:rPr>
          <w:rFonts w:ascii="Times New Roman" w:hAnsi="Times New Roman"/>
          <w:sz w:val="28"/>
          <w:szCs w:val="28"/>
        </w:rPr>
        <w:t xml:space="preserve">года </w:t>
      </w:r>
      <w:r w:rsidRPr="005700B8">
        <w:rPr>
          <w:rFonts w:ascii="Times New Roman" w:hAnsi="Times New Roman"/>
          <w:sz w:val="28"/>
          <w:szCs w:val="28"/>
        </w:rPr>
        <w:t xml:space="preserve">№ </w:t>
      </w:r>
      <w:r>
        <w:rPr>
          <w:rFonts w:ascii="Times New Roman" w:hAnsi="Times New Roman"/>
          <w:sz w:val="28"/>
          <w:szCs w:val="28"/>
        </w:rPr>
        <w:t>39</w:t>
      </w:r>
      <w:r w:rsidRPr="005700B8">
        <w:rPr>
          <w:rFonts w:ascii="Times New Roman" w:hAnsi="Times New Roman"/>
          <w:sz w:val="28"/>
          <w:szCs w:val="28"/>
        </w:rPr>
        <w:t>-р «О</w:t>
      </w:r>
      <w:r>
        <w:rPr>
          <w:rFonts w:ascii="Times New Roman" w:hAnsi="Times New Roman"/>
          <w:sz w:val="28"/>
          <w:szCs w:val="28"/>
        </w:rPr>
        <w:t xml:space="preserve">б утверждении перечня муниципальных программ муниципального образования «Городской округ Ногликский» </w:t>
      </w:r>
      <w:r w:rsidRPr="005700B8">
        <w:rPr>
          <w:rFonts w:ascii="Times New Roman" w:hAnsi="Times New Roman"/>
          <w:sz w:val="28"/>
          <w:szCs w:val="28"/>
        </w:rPr>
        <w:t>на</w:t>
      </w:r>
      <w:r w:rsidR="00D674C7">
        <w:rPr>
          <w:rFonts w:ascii="Times New Roman" w:hAnsi="Times New Roman"/>
          <w:sz w:val="28"/>
          <w:szCs w:val="28"/>
        </w:rPr>
        <w:t xml:space="preserve"> период 2026-</w:t>
      </w:r>
      <w:r>
        <w:rPr>
          <w:rFonts w:ascii="Times New Roman" w:hAnsi="Times New Roman"/>
          <w:sz w:val="28"/>
          <w:szCs w:val="28"/>
        </w:rPr>
        <w:t>2031 годы».</w:t>
      </w:r>
    </w:p>
    <w:p w14:paraId="38F39F02" w14:textId="59EAFA94" w:rsidR="0052443B" w:rsidRDefault="0052443B" w:rsidP="00D674C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Контроль за исполнением настоящего распоряжения оставляю </w:t>
      </w:r>
      <w:r w:rsidR="00D674C7"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>за собой.</w:t>
      </w:r>
    </w:p>
    <w:p w14:paraId="4C6E65FD" w14:textId="77777777" w:rsidR="00185FEC" w:rsidRDefault="00185FEC" w:rsidP="00D674C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298B49EC" w14:textId="2E173162" w:rsidR="00D674C7" w:rsidRDefault="00D674C7" w:rsidP="00D674C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2C38834C" w14:textId="77777777" w:rsidR="00D674C7" w:rsidRDefault="00D674C7" w:rsidP="00D674C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Мэр муниципального образования</w:t>
      </w:r>
    </w:p>
    <w:p w14:paraId="0F11CE02" w14:textId="77777777" w:rsidR="00D674C7" w:rsidRDefault="00D674C7" w:rsidP="00D674C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Ногликский муниципальный округ</w:t>
      </w:r>
    </w:p>
    <w:p w14:paraId="3918DC92" w14:textId="77777777" w:rsidR="00D674C7" w:rsidRPr="00D12794" w:rsidRDefault="00D674C7" w:rsidP="00D674C7">
      <w:pPr>
        <w:tabs>
          <w:tab w:val="left" w:pos="7371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Сахалинской области</w:t>
      </w:r>
      <w:r>
        <w:rPr>
          <w:rFonts w:ascii="Times New Roman" w:hAnsi="Times New Roman"/>
          <w:sz w:val="28"/>
          <w:szCs w:val="28"/>
        </w:rPr>
        <w:tab/>
        <w:t xml:space="preserve">    С.В. Гурьянов</w:t>
      </w:r>
    </w:p>
    <w:sectPr w:rsidR="00D674C7" w:rsidRPr="00D12794" w:rsidSect="00053BD0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C6E6614" w14:textId="77777777" w:rsidR="002B77B3" w:rsidRDefault="002B77B3" w:rsidP="001B1698">
      <w:pPr>
        <w:spacing w:after="0" w:line="240" w:lineRule="auto"/>
      </w:pPr>
      <w:r>
        <w:separator/>
      </w:r>
    </w:p>
  </w:endnote>
  <w:endnote w:type="continuationSeparator" w:id="0">
    <w:p w14:paraId="4C6E6615" w14:textId="77777777" w:rsidR="002B77B3" w:rsidRDefault="002B77B3" w:rsidP="001B16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C6E6612" w14:textId="77777777" w:rsidR="002B77B3" w:rsidRDefault="002B77B3" w:rsidP="001B1698">
      <w:pPr>
        <w:spacing w:after="0" w:line="240" w:lineRule="auto"/>
      </w:pPr>
      <w:r>
        <w:separator/>
      </w:r>
    </w:p>
  </w:footnote>
  <w:footnote w:type="continuationSeparator" w:id="0">
    <w:p w14:paraId="4C6E6613" w14:textId="77777777" w:rsidR="002B77B3" w:rsidRDefault="002B77B3" w:rsidP="001B169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849"/>
    <w:rsid w:val="00006513"/>
    <w:rsid w:val="00053BD0"/>
    <w:rsid w:val="00185FEC"/>
    <w:rsid w:val="001B1698"/>
    <w:rsid w:val="001E1F9F"/>
    <w:rsid w:val="002B77B3"/>
    <w:rsid w:val="003E4257"/>
    <w:rsid w:val="00457DDC"/>
    <w:rsid w:val="004C60AF"/>
    <w:rsid w:val="004F471E"/>
    <w:rsid w:val="00520CBF"/>
    <w:rsid w:val="0052443B"/>
    <w:rsid w:val="00553D1E"/>
    <w:rsid w:val="005649BB"/>
    <w:rsid w:val="005C4176"/>
    <w:rsid w:val="006C687C"/>
    <w:rsid w:val="007837FD"/>
    <w:rsid w:val="007F54B8"/>
    <w:rsid w:val="008629FA"/>
    <w:rsid w:val="008D1239"/>
    <w:rsid w:val="00987DB5"/>
    <w:rsid w:val="00A1573B"/>
    <w:rsid w:val="00AC72C8"/>
    <w:rsid w:val="00B10ED9"/>
    <w:rsid w:val="00B25688"/>
    <w:rsid w:val="00C02849"/>
    <w:rsid w:val="00D12794"/>
    <w:rsid w:val="00D674C7"/>
    <w:rsid w:val="00D67BD8"/>
    <w:rsid w:val="00DF7897"/>
    <w:rsid w:val="00E37B8A"/>
    <w:rsid w:val="00E609BC"/>
    <w:rsid w:val="00F14B9D"/>
    <w:rsid w:val="00FD55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6E65F4"/>
  <w15:chartTrackingRefBased/>
  <w15:docId w15:val="{AE18809B-D36C-443B-8EE1-DCA9E2596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67BD8"/>
    <w:rPr>
      <w:color w:val="808080"/>
    </w:rPr>
  </w:style>
  <w:style w:type="paragraph" w:styleId="a4">
    <w:name w:val="header"/>
    <w:basedOn w:val="a"/>
    <w:link w:val="a5"/>
    <w:uiPriority w:val="99"/>
    <w:unhideWhenUsed/>
    <w:rsid w:val="001B169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1B1698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1B169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1B1698"/>
    <w:rPr>
      <w:sz w:val="22"/>
      <w:szCs w:val="22"/>
      <w:lang w:eastAsia="en-US"/>
    </w:rPr>
  </w:style>
  <w:style w:type="table" w:styleId="a8">
    <w:name w:val="Table Grid"/>
    <w:basedOn w:val="a1"/>
    <w:rsid w:val="00A1573B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ndina\Desktop\&#1047;&#1072;&#1103;&#1074;&#1082;&#1072;%20&#1074;%20&#1057;&#1069;&#1044;\&#1055;&#1086;&#1089;&#1090;&#1072;&#1085;&#1086;&#1074;&#1083;&#1077;&#1085;&#1080;&#1077;%20&#1072;&#1076;&#1084;&#1080;&#1085;&#1080;&#1089;&#1090;&#1088;&#1072;&#1094;&#1080;&#1080;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B659D5B21F1F4DA7BB5BD3E5EA85C55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0AFCD0B-FDBB-480A-BD48-4DF0EF80FD3A}"/>
      </w:docPartPr>
      <w:docPartBody>
        <w:p w:rsidR="00E80769" w:rsidRDefault="00F67176" w:rsidP="00F67176">
          <w:pPr>
            <w:pStyle w:val="B659D5B21F1F4DA7BB5BD3E5EA85C55E1"/>
          </w:pPr>
          <w:r w:rsidRPr="00585DF4">
            <w:rPr>
              <w:sz w:val="26"/>
              <w:szCs w:val="26"/>
            </w:rPr>
            <w:t>_</w:t>
          </w:r>
          <w:r w:rsidRPr="001332E4">
            <w:rPr>
              <w:sz w:val="26"/>
              <w:szCs w:val="26"/>
            </w:rPr>
            <w:t>Дата подписания</w:t>
          </w:r>
          <w:r w:rsidRPr="00585DF4">
            <w:rPr>
              <w:sz w:val="26"/>
              <w:szCs w:val="26"/>
            </w:rPr>
            <w:t>_</w:t>
          </w:r>
        </w:p>
      </w:docPartBody>
    </w:docPart>
    <w:docPart>
      <w:docPartPr>
        <w:name w:val="036C06EB6FD148B69DACF958629BFB1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863E113-5EEB-4C97-BE52-344FF5A69D79}"/>
      </w:docPartPr>
      <w:docPartBody>
        <w:p w:rsidR="00E80769" w:rsidRDefault="00F67176" w:rsidP="00F67176">
          <w:pPr>
            <w:pStyle w:val="036C06EB6FD148B69DACF958629BFB1E1"/>
          </w:pPr>
          <w:r w:rsidRPr="00A82DB4">
            <w:rPr>
              <w:sz w:val="26"/>
              <w:szCs w:val="26"/>
            </w:rPr>
            <w:t>_</w:t>
          </w:r>
          <w:r>
            <w:rPr>
              <w:sz w:val="26"/>
              <w:szCs w:val="26"/>
            </w:rPr>
            <w:t>Номер документа</w:t>
          </w:r>
          <w:r w:rsidRPr="00A82DB4">
            <w:rPr>
              <w:sz w:val="26"/>
              <w:szCs w:val="26"/>
            </w:rPr>
            <w:t>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804"/>
    <w:rsid w:val="000B2733"/>
    <w:rsid w:val="002D7AAD"/>
    <w:rsid w:val="004F06B3"/>
    <w:rsid w:val="00B01656"/>
    <w:rsid w:val="00C95804"/>
    <w:rsid w:val="00CF735B"/>
    <w:rsid w:val="00DD4E79"/>
    <w:rsid w:val="00E80769"/>
    <w:rsid w:val="00F671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F67176"/>
    <w:rPr>
      <w:color w:val="808080"/>
    </w:rPr>
  </w:style>
  <w:style w:type="paragraph" w:customStyle="1" w:styleId="B659D5B21F1F4DA7BB5BD3E5EA85C55E">
    <w:name w:val="B659D5B21F1F4DA7BB5BD3E5EA85C55E"/>
    <w:rsid w:val="00F67176"/>
  </w:style>
  <w:style w:type="paragraph" w:customStyle="1" w:styleId="036C06EB6FD148B69DACF958629BFB1E">
    <w:name w:val="036C06EB6FD148B69DACF958629BFB1E"/>
    <w:rsid w:val="00F67176"/>
  </w:style>
  <w:style w:type="paragraph" w:customStyle="1" w:styleId="6CE1FC4B715248A2852EF88396F8D4D1">
    <w:name w:val="6CE1FC4B715248A2852EF88396F8D4D1"/>
    <w:rsid w:val="00F67176"/>
  </w:style>
  <w:style w:type="paragraph" w:customStyle="1" w:styleId="B659D5B21F1F4DA7BB5BD3E5EA85C55E1">
    <w:name w:val="B659D5B21F1F4DA7BB5BD3E5EA85C55E1"/>
    <w:rsid w:val="00F67176"/>
    <w:rPr>
      <w:rFonts w:ascii="Calibri" w:eastAsia="Calibri" w:hAnsi="Calibri" w:cs="Times New Roman"/>
      <w:lang w:eastAsia="en-US"/>
    </w:rPr>
  </w:style>
  <w:style w:type="paragraph" w:customStyle="1" w:styleId="036C06EB6FD148B69DACF958629BFB1E1">
    <w:name w:val="036C06EB6FD148B69DACF958629BFB1E1"/>
    <w:rsid w:val="00F67176"/>
    <w:rPr>
      <w:rFonts w:ascii="Calibri" w:eastAsia="Calibri" w:hAnsi="Calibri" w:cs="Times New Roman"/>
      <w:lang w:eastAsia="en-US"/>
    </w:rPr>
  </w:style>
  <w:style w:type="paragraph" w:customStyle="1" w:styleId="7D9AD0D6C43C4BB7B57B5B96FA4AD15A">
    <w:name w:val="7D9AD0D6C43C4BB7B57B5B96FA4AD15A"/>
    <w:rsid w:val="00F67176"/>
  </w:style>
  <w:style w:type="paragraph" w:customStyle="1" w:styleId="98BBAE45A33A4A5A8481AAE94F6AE741">
    <w:name w:val="98BBAE45A33A4A5A8481AAE94F6AE741"/>
    <w:rsid w:val="004F06B3"/>
  </w:style>
  <w:style w:type="paragraph" w:customStyle="1" w:styleId="0A07E94A05834FDF90F6CED29F2A365A">
    <w:name w:val="0A07E94A05834FDF90F6CED29F2A365A"/>
    <w:rsid w:val="004F06B3"/>
  </w:style>
  <w:style w:type="paragraph" w:customStyle="1" w:styleId="DD0C7C91A2A74DEC874D9E7452412016">
    <w:name w:val="DD0C7C91A2A74DEC874D9E7452412016"/>
    <w:rsid w:val="004F06B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</Template>
  <TotalTime>4</TotalTime>
  <Pages>1</Pages>
  <Words>227</Words>
  <Characters>1298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С. Дюндина</dc:creator>
  <cp:keywords/>
  <dc:description/>
  <cp:lastModifiedBy>Елена П. Семибратова</cp:lastModifiedBy>
  <cp:revision>3</cp:revision>
  <dcterms:created xsi:type="dcterms:W3CDTF">2025-04-14T03:37:00Z</dcterms:created>
  <dcterms:modified xsi:type="dcterms:W3CDTF">2025-04-14T03:38:00Z</dcterms:modified>
</cp:coreProperties>
</file>